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3D49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4056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88F9F" w14:textId="3FD6C41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228DB">
        <w:rPr>
          <w:rFonts w:ascii="Corbel" w:hAnsi="Corbel"/>
          <w:b/>
          <w:smallCaps/>
          <w:sz w:val="24"/>
          <w:szCs w:val="24"/>
        </w:rPr>
        <w:t xml:space="preserve"> 20</w:t>
      </w:r>
      <w:r w:rsidR="00210176">
        <w:rPr>
          <w:rFonts w:ascii="Corbel" w:hAnsi="Corbel"/>
          <w:b/>
          <w:smallCaps/>
          <w:sz w:val="24"/>
          <w:szCs w:val="24"/>
        </w:rPr>
        <w:t>19</w:t>
      </w:r>
      <w:r w:rsidR="000228DB">
        <w:rPr>
          <w:rFonts w:ascii="Corbel" w:hAnsi="Corbel"/>
          <w:b/>
          <w:smallCaps/>
          <w:sz w:val="24"/>
          <w:szCs w:val="24"/>
        </w:rPr>
        <w:t>-202</w:t>
      </w:r>
      <w:r w:rsidR="00210176">
        <w:rPr>
          <w:rFonts w:ascii="Corbel" w:hAnsi="Corbel"/>
          <w:b/>
          <w:smallCaps/>
          <w:sz w:val="24"/>
          <w:szCs w:val="24"/>
        </w:rPr>
        <w:t>2</w:t>
      </w:r>
    </w:p>
    <w:p w14:paraId="34BA89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3AAD73" w14:textId="3B8169A7" w:rsidR="00445970" w:rsidRPr="00EA4832" w:rsidRDefault="000228D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DC7D07">
        <w:rPr>
          <w:rFonts w:ascii="Corbel" w:hAnsi="Corbel"/>
          <w:sz w:val="20"/>
          <w:szCs w:val="20"/>
        </w:rPr>
        <w:t>20</w:t>
      </w:r>
      <w:r w:rsidR="007F22C4">
        <w:rPr>
          <w:rFonts w:ascii="Corbel" w:hAnsi="Corbel"/>
          <w:sz w:val="20"/>
          <w:szCs w:val="20"/>
        </w:rPr>
        <w:t>2</w:t>
      </w:r>
      <w:r w:rsidR="00210176">
        <w:rPr>
          <w:rFonts w:ascii="Corbel" w:hAnsi="Corbel"/>
          <w:sz w:val="20"/>
          <w:szCs w:val="20"/>
        </w:rPr>
        <w:t>1</w:t>
      </w:r>
      <w:r w:rsidR="007F22C4">
        <w:rPr>
          <w:rFonts w:ascii="Corbel" w:hAnsi="Corbel"/>
          <w:sz w:val="20"/>
          <w:szCs w:val="20"/>
        </w:rPr>
        <w:t>-202</w:t>
      </w:r>
      <w:r w:rsidR="00210176">
        <w:rPr>
          <w:rFonts w:ascii="Corbel" w:hAnsi="Corbel"/>
          <w:sz w:val="20"/>
          <w:szCs w:val="20"/>
        </w:rPr>
        <w:t>2</w:t>
      </w:r>
    </w:p>
    <w:p w14:paraId="2D1D087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AA8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9C54AE" w14:paraId="7A76EDFE" w14:textId="77777777" w:rsidTr="00F57E08">
        <w:tc>
          <w:tcPr>
            <w:tcW w:w="4395" w:type="dxa"/>
            <w:vAlign w:val="center"/>
          </w:tcPr>
          <w:p w14:paraId="587D4135" w14:textId="77777777" w:rsidR="0085747A" w:rsidRPr="001650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583B6AA4" w14:textId="77777777" w:rsidR="0085747A" w:rsidRPr="009C54AE" w:rsidRDefault="00DC7D07" w:rsidP="00DC7D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Przeciwdziałanie wykluczeniu społecznemu</w:t>
            </w:r>
          </w:p>
        </w:tc>
      </w:tr>
      <w:tr w:rsidR="0085747A" w:rsidRPr="009C54AE" w14:paraId="40156CB5" w14:textId="77777777" w:rsidTr="00F57E08">
        <w:tc>
          <w:tcPr>
            <w:tcW w:w="4395" w:type="dxa"/>
            <w:vAlign w:val="center"/>
          </w:tcPr>
          <w:p w14:paraId="3F951000" w14:textId="77777777" w:rsidR="0085747A" w:rsidRPr="001650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50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5493AB09" w14:textId="77777777" w:rsidR="0085747A" w:rsidRPr="009C54AE" w:rsidRDefault="00DC7D07" w:rsidP="00CE59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P1S[5]F_01</w:t>
            </w:r>
          </w:p>
        </w:tc>
      </w:tr>
      <w:tr w:rsidR="0085747A" w:rsidRPr="009C54AE" w14:paraId="4EA4EE21" w14:textId="77777777" w:rsidTr="00F57E08">
        <w:tc>
          <w:tcPr>
            <w:tcW w:w="4395" w:type="dxa"/>
            <w:vAlign w:val="center"/>
          </w:tcPr>
          <w:p w14:paraId="10F83FF0" w14:textId="77777777" w:rsidR="0085747A" w:rsidRPr="0016500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50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1EB9880C" w14:textId="77777777" w:rsidR="0085747A" w:rsidRPr="009C54AE" w:rsidRDefault="009F53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F143CF" w14:textId="77777777" w:rsidTr="00F57E08">
        <w:tc>
          <w:tcPr>
            <w:tcW w:w="4395" w:type="dxa"/>
            <w:vAlign w:val="center"/>
          </w:tcPr>
          <w:p w14:paraId="2850438D" w14:textId="77777777" w:rsidR="0085747A" w:rsidRPr="001650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2A3C50B7" w14:textId="77777777" w:rsidR="0085747A" w:rsidRPr="009C54AE" w:rsidRDefault="009F53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53DB" w:rsidRPr="009C54AE" w14:paraId="3348991F" w14:textId="77777777" w:rsidTr="00F57E08">
        <w:tc>
          <w:tcPr>
            <w:tcW w:w="4395" w:type="dxa"/>
            <w:vAlign w:val="center"/>
          </w:tcPr>
          <w:p w14:paraId="50C35967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7149B243" w14:textId="77777777"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F53DB" w:rsidRPr="009C54AE" w14:paraId="2D6219FF" w14:textId="77777777" w:rsidTr="00F57E08">
        <w:tc>
          <w:tcPr>
            <w:tcW w:w="4395" w:type="dxa"/>
            <w:vAlign w:val="center"/>
          </w:tcPr>
          <w:p w14:paraId="0326F995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094168E7" w14:textId="77777777"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F53DB" w:rsidRPr="009C54AE" w14:paraId="5238AF60" w14:textId="77777777" w:rsidTr="00F57E08">
        <w:tc>
          <w:tcPr>
            <w:tcW w:w="4395" w:type="dxa"/>
            <w:vAlign w:val="center"/>
          </w:tcPr>
          <w:p w14:paraId="278C1F53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459A799F" w14:textId="77777777"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F53DB" w:rsidRPr="009C54AE" w14:paraId="286EEE3C" w14:textId="77777777" w:rsidTr="00F57E08">
        <w:tc>
          <w:tcPr>
            <w:tcW w:w="4395" w:type="dxa"/>
            <w:vAlign w:val="center"/>
          </w:tcPr>
          <w:p w14:paraId="63ACD987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79220035" w14:textId="77777777"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F53DB" w:rsidRPr="009C54AE" w14:paraId="3E98E22B" w14:textId="77777777" w:rsidTr="00F57E08">
        <w:tc>
          <w:tcPr>
            <w:tcW w:w="4395" w:type="dxa"/>
            <w:vAlign w:val="center"/>
          </w:tcPr>
          <w:p w14:paraId="42B64CBD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86" w:type="dxa"/>
            <w:vAlign w:val="center"/>
          </w:tcPr>
          <w:p w14:paraId="66AAB970" w14:textId="77777777" w:rsidR="009F53DB" w:rsidRPr="009C54AE" w:rsidRDefault="009F53DB" w:rsidP="009F53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9F53DB" w:rsidRPr="009C54AE" w14:paraId="44246608" w14:textId="77777777" w:rsidTr="00F57E08">
        <w:tc>
          <w:tcPr>
            <w:tcW w:w="4395" w:type="dxa"/>
            <w:vAlign w:val="center"/>
          </w:tcPr>
          <w:p w14:paraId="0A29555B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6EBC2D57" w14:textId="77777777" w:rsidR="009F53DB" w:rsidRPr="009C54AE" w:rsidRDefault="00E03E97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F53DB" w:rsidRPr="009C54AE" w14:paraId="27102E25" w14:textId="77777777" w:rsidTr="00F57E08">
        <w:tc>
          <w:tcPr>
            <w:tcW w:w="4395" w:type="dxa"/>
            <w:vAlign w:val="center"/>
          </w:tcPr>
          <w:p w14:paraId="436B0B76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7CA37D70" w14:textId="77777777"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9F53DB" w:rsidRPr="009C54AE" w14:paraId="58C314CE" w14:textId="77777777" w:rsidTr="00F57E08">
        <w:tc>
          <w:tcPr>
            <w:tcW w:w="4395" w:type="dxa"/>
            <w:vAlign w:val="center"/>
          </w:tcPr>
          <w:p w14:paraId="32C7100B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19BF3E3B" w14:textId="77777777"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9F53DB" w:rsidRPr="009C54AE" w14:paraId="7EBDE2B1" w14:textId="77777777" w:rsidTr="00F57E08">
        <w:tc>
          <w:tcPr>
            <w:tcW w:w="4395" w:type="dxa"/>
            <w:vAlign w:val="center"/>
          </w:tcPr>
          <w:p w14:paraId="4F020597" w14:textId="77777777"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1B9D5B22" w14:textId="77777777"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55AE9B1B" w14:textId="77777777" w:rsidR="00923D7D" w:rsidRPr="009C54AE" w:rsidRDefault="0085747A" w:rsidP="000E2B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6814F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E3E6E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7F9C5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169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Semestr</w:t>
            </w:r>
          </w:p>
          <w:p w14:paraId="6528FCA6" w14:textId="77777777" w:rsidR="00015B8F" w:rsidRPr="001650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(</w:t>
            </w:r>
            <w:r w:rsidR="00363F78" w:rsidRPr="001650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4E88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Wykł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BCA1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44D5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Konw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58C7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8304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Sem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F72F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FB1E6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Prakt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86B7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033B" w14:textId="77777777"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5007">
              <w:rPr>
                <w:rFonts w:ascii="Corbel" w:hAnsi="Corbel"/>
                <w:b/>
                <w:szCs w:val="24"/>
              </w:rPr>
              <w:t>Liczba pkt</w:t>
            </w:r>
            <w:r w:rsidR="00B90885" w:rsidRPr="00165007">
              <w:rPr>
                <w:rFonts w:ascii="Corbel" w:hAnsi="Corbel"/>
                <w:b/>
                <w:szCs w:val="24"/>
              </w:rPr>
              <w:t>.</w:t>
            </w:r>
            <w:r w:rsidRPr="001650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4453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FB3D" w14:textId="77777777" w:rsidR="00015B8F" w:rsidRPr="009C54AE" w:rsidRDefault="000E2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3D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CE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EDE8" w14:textId="77777777" w:rsidR="00015B8F" w:rsidRPr="009C54AE" w:rsidRDefault="009F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D2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C2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6E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51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DF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6E45" w14:textId="77777777" w:rsidR="00015B8F" w:rsidRPr="009C54AE" w:rsidRDefault="009F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3557B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734C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467FA7" w14:textId="77777777" w:rsidR="0085747A" w:rsidRPr="009C54AE" w:rsidRDefault="009F53D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03DDC">
        <w:rPr>
          <w:rFonts w:ascii="Corbel" w:hAnsi="Corbel"/>
          <w:b w:val="0"/>
          <w:smallCaps w:val="0"/>
          <w:color w:val="00000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9C1604" w14:textId="77777777" w:rsidR="0085747A" w:rsidRPr="009C54AE" w:rsidRDefault="003A04E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60564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DE32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4B1302" w14:textId="77777777" w:rsidR="00E960BB" w:rsidRDefault="009F53D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524E660" w14:textId="77777777" w:rsidR="00407A48" w:rsidRDefault="00407A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6E8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AED64" w14:textId="77777777" w:rsidTr="00745302">
        <w:tc>
          <w:tcPr>
            <w:tcW w:w="9670" w:type="dxa"/>
          </w:tcPr>
          <w:p w14:paraId="4544EBE8" w14:textId="77777777" w:rsidR="0085747A" w:rsidRPr="00407A48" w:rsidRDefault="00D317BB" w:rsidP="00407A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color w:val="auto"/>
                <w:szCs w:val="24"/>
              </w:rPr>
            </w:pPr>
            <w:r w:rsidRPr="00407A48">
              <w:rPr>
                <w:rFonts w:ascii="Corbel" w:hAnsi="Corbel"/>
                <w:b w:val="0"/>
                <w:sz w:val="24"/>
                <w:szCs w:val="24"/>
              </w:rPr>
              <w:t>Posiadanie wiedzy i umiejętności z zakresu metodyki pracy socjalnej,  jak też ogólnej wiedzy z zakresu polityki społecznej, pomocy społecznej i pracy socjalnej oraz socjologii społeczności lokalnych.</w:t>
            </w:r>
          </w:p>
        </w:tc>
      </w:tr>
    </w:tbl>
    <w:p w14:paraId="2411BB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3502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C67A903" w14:textId="77777777" w:rsidR="00F83B28" w:rsidRPr="00576D6A" w:rsidRDefault="0071620A" w:rsidP="00576D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37076C4" w14:textId="77777777" w:rsidTr="00923D7D">
        <w:tc>
          <w:tcPr>
            <w:tcW w:w="851" w:type="dxa"/>
            <w:vAlign w:val="center"/>
          </w:tcPr>
          <w:p w14:paraId="3FCBA9B0" w14:textId="77777777" w:rsidR="0085747A" w:rsidRPr="001650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50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39975D" w14:textId="77777777" w:rsidR="0085747A" w:rsidRPr="00165007" w:rsidRDefault="00407A48" w:rsidP="00803D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zadania w zakresie pomocy i wsparcia osobom zagrożonym wykluczeniem społecznym.</w:t>
            </w:r>
          </w:p>
        </w:tc>
      </w:tr>
      <w:tr w:rsidR="0085747A" w:rsidRPr="009C54AE" w14:paraId="48E02EEE" w14:textId="77777777" w:rsidTr="00923D7D">
        <w:tc>
          <w:tcPr>
            <w:tcW w:w="851" w:type="dxa"/>
            <w:vAlign w:val="center"/>
          </w:tcPr>
          <w:p w14:paraId="1C892EF3" w14:textId="77777777" w:rsidR="0085747A" w:rsidRPr="00165007" w:rsidRDefault="00407A4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AE06A" w14:textId="77777777" w:rsidR="0085747A" w:rsidRPr="00165007" w:rsidRDefault="00407A48" w:rsidP="00803D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Student ma wiedzę na temat funkcjonowania osób zagrożonych wykluczeniem </w:t>
            </w:r>
            <w:r w:rsidRPr="00803DDC">
              <w:rPr>
                <w:rFonts w:ascii="Corbel" w:hAnsi="Corbel"/>
                <w:b w:val="0"/>
                <w:sz w:val="24"/>
                <w:szCs w:val="24"/>
              </w:rPr>
              <w:lastRenderedPageBreak/>
              <w:t>społecznym.</w:t>
            </w:r>
          </w:p>
        </w:tc>
      </w:tr>
      <w:tr w:rsidR="0085747A" w:rsidRPr="009C54AE" w14:paraId="13FC03A1" w14:textId="77777777" w:rsidTr="00923D7D">
        <w:tc>
          <w:tcPr>
            <w:tcW w:w="851" w:type="dxa"/>
            <w:vAlign w:val="center"/>
          </w:tcPr>
          <w:p w14:paraId="5B7533EE" w14:textId="77777777" w:rsidR="0085747A" w:rsidRPr="00165007" w:rsidRDefault="0085747A" w:rsidP="00803D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5007">
              <w:rPr>
                <w:rFonts w:ascii="Corbel" w:hAnsi="Corbel"/>
                <w:b w:val="0"/>
                <w:sz w:val="24"/>
                <w:szCs w:val="24"/>
              </w:rPr>
              <w:lastRenderedPageBreak/>
              <w:t>C</w:t>
            </w:r>
            <w:r w:rsidR="00803DD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5618A3" w14:textId="77777777" w:rsidR="0085747A" w:rsidRPr="00165007" w:rsidRDefault="00407A48" w:rsidP="00803D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uwarunkowania psychologiczne, społeczne i ekonomiczne wykluczenia społecznego.</w:t>
            </w:r>
          </w:p>
        </w:tc>
      </w:tr>
    </w:tbl>
    <w:p w14:paraId="4623E5DE" w14:textId="77777777" w:rsidR="008F7AB3" w:rsidRDefault="008F7AB3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A366032" w14:textId="77777777" w:rsidR="001D7B54" w:rsidRPr="009C54AE" w:rsidRDefault="009F4610" w:rsidP="00576D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C6DF2" w:rsidRPr="009C54AE" w14:paraId="5CE21A08" w14:textId="77777777" w:rsidTr="00FE19E9">
        <w:tc>
          <w:tcPr>
            <w:tcW w:w="1701" w:type="dxa"/>
            <w:vAlign w:val="center"/>
          </w:tcPr>
          <w:p w14:paraId="4315433E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1C17CA3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6D74E43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6DF2" w:rsidRPr="009C54AE" w14:paraId="0BA566F5" w14:textId="77777777" w:rsidTr="00FE19E9">
        <w:tc>
          <w:tcPr>
            <w:tcW w:w="1701" w:type="dxa"/>
          </w:tcPr>
          <w:p w14:paraId="690D9FDD" w14:textId="77777777"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BABDE5" w14:textId="77777777" w:rsidR="002C6DF2" w:rsidRPr="009C54AE" w:rsidRDefault="002C6DF2" w:rsidP="00FE1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m</w:t>
            </w: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a podstawową wiedzę na temat instytucji regionalnych, krajowych i międzynarodowych przeciwdziałających wykluczeniu społecznemu i działających na rzecz integracji społecznej. </w:t>
            </w:r>
          </w:p>
        </w:tc>
        <w:tc>
          <w:tcPr>
            <w:tcW w:w="1873" w:type="dxa"/>
          </w:tcPr>
          <w:p w14:paraId="7913E782" w14:textId="77777777"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C6DF2" w:rsidRPr="009C54AE" w14:paraId="3851B47E" w14:textId="77777777" w:rsidTr="00FE19E9">
        <w:tc>
          <w:tcPr>
            <w:tcW w:w="1701" w:type="dxa"/>
          </w:tcPr>
          <w:p w14:paraId="636B7AE0" w14:textId="77777777"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55D438" w14:textId="77777777" w:rsidR="002C6DF2" w:rsidRPr="009C54AE" w:rsidRDefault="002C6DF2" w:rsidP="00FE1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normy prawne, zawodowe, etyczne i reguły organizujące struktury i instytucje społeczne działające na rzecz integracji społecznej oraz współpracy z otoczeniem.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14:paraId="50BB30F3" w14:textId="77777777"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2C6DF2" w:rsidRPr="009C54AE" w14:paraId="7E64A21B" w14:textId="77777777" w:rsidTr="00FE19E9">
        <w:tc>
          <w:tcPr>
            <w:tcW w:w="1701" w:type="dxa"/>
          </w:tcPr>
          <w:p w14:paraId="318613ED" w14:textId="77777777"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FB72FE1" w14:textId="77777777" w:rsidR="002C6DF2" w:rsidRPr="009C54AE" w:rsidRDefault="002C6DF2" w:rsidP="00FE1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>Student prawidłowo interpretuje zjawiska społeczne (kulturowe, polityczne, prawne, ekonomiczne) i wskazuje ich związek z problematyką pracy socjalnej;  prawidłowo rozróżnia zjawiska społeczne (kulturowe, polityczne, prawne, ekonomiczne) ważne dla procesów kształtujących problemy związywane z pracą socjalną.</w:t>
            </w:r>
          </w:p>
        </w:tc>
        <w:tc>
          <w:tcPr>
            <w:tcW w:w="1873" w:type="dxa"/>
          </w:tcPr>
          <w:p w14:paraId="31B4C133" w14:textId="77777777"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2C6DF2" w:rsidRPr="009C54AE" w14:paraId="0A488F86" w14:textId="77777777" w:rsidTr="00FE19E9">
        <w:tc>
          <w:tcPr>
            <w:tcW w:w="1701" w:type="dxa"/>
          </w:tcPr>
          <w:p w14:paraId="75ABEB2E" w14:textId="77777777"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5F6A29D6" w14:textId="77777777" w:rsidR="002C6DF2" w:rsidRDefault="002C6DF2" w:rsidP="00FE19E9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Student samodzielnie analizuje przyczyny i przebieg  ważnych dla wykonywania pracy socjalnej procesów i zjawisk społecznych (kulturowych, politycznych, prawnych, ekonomicznych); prognozuje procesy i zjawiska społeczne zachodzące w społeczeństwie i prowadzące do zagrożeń ubóstwem i wykluczeniem społecznym, wykorzystuje w sposób innowacyjny  metody i narzędzia stosowane w obszarze pracy socjalnej. </w:t>
            </w:r>
          </w:p>
        </w:tc>
        <w:tc>
          <w:tcPr>
            <w:tcW w:w="1873" w:type="dxa"/>
          </w:tcPr>
          <w:p w14:paraId="06D3E6C4" w14:textId="77777777"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K_Uo3</w:t>
            </w:r>
          </w:p>
        </w:tc>
      </w:tr>
      <w:tr w:rsidR="002C6DF2" w:rsidRPr="009C54AE" w14:paraId="0D24D742" w14:textId="77777777" w:rsidTr="00FE19E9">
        <w:tc>
          <w:tcPr>
            <w:tcW w:w="1701" w:type="dxa"/>
          </w:tcPr>
          <w:p w14:paraId="1CB6C280" w14:textId="77777777"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A507288" w14:textId="77777777" w:rsidR="002C6DF2" w:rsidRDefault="002C6DF2" w:rsidP="00FE19E9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960328">
              <w:rPr>
                <w:rFonts w:ascii="Corbel" w:hAnsi="Corbel"/>
                <w:b w:val="0"/>
                <w:sz w:val="24"/>
                <w:szCs w:val="24"/>
              </w:rPr>
              <w:t>Student analizuje i rozwiązuje w sposób innowacyjny konkretne problemy społeczne oraz proponuje odpowiednie rozstrzygnięcia przeciwdziałające wykluczeniu społecznemu.</w:t>
            </w:r>
          </w:p>
        </w:tc>
        <w:tc>
          <w:tcPr>
            <w:tcW w:w="1873" w:type="dxa"/>
          </w:tcPr>
          <w:p w14:paraId="6B469090" w14:textId="77777777"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K_Uo9</w:t>
            </w:r>
          </w:p>
        </w:tc>
      </w:tr>
      <w:tr w:rsidR="002C6DF2" w:rsidRPr="009C54AE" w14:paraId="5747B28E" w14:textId="77777777" w:rsidTr="00FE19E9">
        <w:tc>
          <w:tcPr>
            <w:tcW w:w="1701" w:type="dxa"/>
          </w:tcPr>
          <w:p w14:paraId="5962A4AA" w14:textId="77777777"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853F59C" w14:textId="77777777" w:rsidR="002C6DF2" w:rsidRDefault="002C6DF2" w:rsidP="00FE19E9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960328">
              <w:rPr>
                <w:rFonts w:ascii="Corbel" w:hAnsi="Corbel"/>
                <w:b w:val="0"/>
                <w:sz w:val="24"/>
                <w:szCs w:val="24"/>
              </w:rPr>
              <w:t>Student potrafi nawiązywać kontakty z otoczeniem społecznym (interesariuszami zewnętrznymi) oraz współpracuje na rzecz rozwiązywania problemów z zakresu problematyki pracy socjalnej.</w:t>
            </w:r>
          </w:p>
        </w:tc>
        <w:tc>
          <w:tcPr>
            <w:tcW w:w="1873" w:type="dxa"/>
          </w:tcPr>
          <w:p w14:paraId="08023213" w14:textId="77777777"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14:paraId="7499DF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0439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6CE994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EDC12C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DE0053" w14:textId="77777777" w:rsidTr="00923D7D">
        <w:tc>
          <w:tcPr>
            <w:tcW w:w="9639" w:type="dxa"/>
          </w:tcPr>
          <w:p w14:paraId="5BCA885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F507772" w14:textId="77777777" w:rsidTr="00923D7D">
        <w:tc>
          <w:tcPr>
            <w:tcW w:w="9639" w:type="dxa"/>
          </w:tcPr>
          <w:p w14:paraId="76BF2DE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030E61" w14:textId="77777777" w:rsidR="00576D6A" w:rsidRDefault="00576D6A" w:rsidP="00576D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94B8165" w14:textId="77777777" w:rsidR="00576D6A" w:rsidRDefault="00576D6A" w:rsidP="00576D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0AFD7BB" w14:textId="77777777" w:rsidR="00576D6A" w:rsidRDefault="00576D6A" w:rsidP="00576D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4F40B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5DD3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66DDF" w14:textId="77777777" w:rsidTr="00923D7D">
        <w:tc>
          <w:tcPr>
            <w:tcW w:w="9639" w:type="dxa"/>
          </w:tcPr>
          <w:p w14:paraId="277F366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773C2D2" w14:textId="77777777" w:rsidTr="00923D7D">
        <w:tc>
          <w:tcPr>
            <w:tcW w:w="9639" w:type="dxa"/>
          </w:tcPr>
          <w:p w14:paraId="4CC1F228" w14:textId="77777777" w:rsidR="0085747A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sz w:val="24"/>
                <w:szCs w:val="24"/>
              </w:rPr>
              <w:t>Zajęcia organizacyjne. Omówienie literatury.</w:t>
            </w:r>
            <w:r w:rsidRPr="00532AAB">
              <w:rPr>
                <w:rFonts w:ascii="Corbel" w:eastAsia="MyriadPro-Light" w:hAnsi="Corbel"/>
                <w:sz w:val="24"/>
                <w:szCs w:val="24"/>
                <w:lang w:eastAsia="pl-PL"/>
              </w:rPr>
              <w:t xml:space="preserve"> </w:t>
            </w:r>
            <w:r w:rsidRPr="00532AAB">
              <w:rPr>
                <w:rFonts w:ascii="Corbel" w:hAnsi="Corbel"/>
                <w:sz w:val="24"/>
                <w:szCs w:val="24"/>
                <w:lang w:eastAsia="pl-PL"/>
              </w:rPr>
              <w:t>Podstawowe zagadnienia z zakresu ubóstwa, marginalizacji i wykluczenia społecznego.</w:t>
            </w:r>
          </w:p>
        </w:tc>
      </w:tr>
      <w:tr w:rsidR="0085747A" w:rsidRPr="009C54AE" w14:paraId="5BBFC7CE" w14:textId="77777777" w:rsidTr="00923D7D">
        <w:tc>
          <w:tcPr>
            <w:tcW w:w="9639" w:type="dxa"/>
          </w:tcPr>
          <w:p w14:paraId="3F05C768" w14:textId="77777777" w:rsidR="0085747A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Pojęcie, istota, przyczyny mechanizmy marginalizacji i wykluczenia społecznego</w:t>
            </w:r>
            <w:r>
              <w:rPr>
                <w:rFonts w:ascii="Corbel" w:hAnsi="Corbel"/>
                <w:color w:val="000000"/>
              </w:rPr>
              <w:t xml:space="preserve">. </w:t>
            </w:r>
          </w:p>
        </w:tc>
      </w:tr>
      <w:tr w:rsidR="0085747A" w:rsidRPr="009C54AE" w14:paraId="142F4379" w14:textId="77777777" w:rsidTr="00923D7D">
        <w:tc>
          <w:tcPr>
            <w:tcW w:w="9639" w:type="dxa"/>
          </w:tcPr>
          <w:p w14:paraId="676120AC" w14:textId="77777777" w:rsidR="0085747A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Underclass i kultura ubóstwa.</w:t>
            </w:r>
          </w:p>
        </w:tc>
      </w:tr>
      <w:tr w:rsidR="00385450" w:rsidRPr="009C54AE" w14:paraId="45E5B473" w14:textId="77777777" w:rsidTr="00923D7D">
        <w:tc>
          <w:tcPr>
            <w:tcW w:w="9639" w:type="dxa"/>
          </w:tcPr>
          <w:p w14:paraId="743C3C64" w14:textId="77777777"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Istota przeciwdziałania wykluczeniu, idea wsparcia społecznego, definicja rodzaje i funkcje.</w:t>
            </w:r>
          </w:p>
        </w:tc>
      </w:tr>
      <w:tr w:rsidR="00385450" w:rsidRPr="009C54AE" w14:paraId="300F6CD4" w14:textId="77777777" w:rsidTr="00923D7D">
        <w:tc>
          <w:tcPr>
            <w:tcW w:w="9639" w:type="dxa"/>
          </w:tcPr>
          <w:p w14:paraId="18487DD1" w14:textId="77777777" w:rsidR="00385450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color w:val="000000"/>
                <w:sz w:val="24"/>
                <w:szCs w:val="24"/>
              </w:rPr>
              <w:t>Znajomość aktów prawnych regulujących działania pomocowe na rzecz osób zagrożonych wykluczeniem społecznym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85450" w:rsidRPr="009C54AE" w14:paraId="4C86970A" w14:textId="77777777" w:rsidTr="00923D7D">
        <w:tc>
          <w:tcPr>
            <w:tcW w:w="9639" w:type="dxa"/>
          </w:tcPr>
          <w:p w14:paraId="5ACED9CE" w14:textId="77777777" w:rsidR="00385450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color w:val="000000"/>
                <w:sz w:val="24"/>
                <w:szCs w:val="24"/>
              </w:rPr>
              <w:t>Cele i zadania pracownika socjalnego na rzecz osób zagrożonych wykluczeniem społecznym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85450" w:rsidRPr="009C54AE" w14:paraId="2F87370A" w14:textId="77777777" w:rsidTr="00923D7D">
        <w:tc>
          <w:tcPr>
            <w:tcW w:w="9639" w:type="dxa"/>
          </w:tcPr>
          <w:p w14:paraId="625D475A" w14:textId="77777777"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Rola stowarzyszeń i organizacji pozarządowych w procesie wspierania osób zagrożonych wykluczeniem społecznym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385450" w:rsidRPr="009C54AE" w14:paraId="3DD7BD10" w14:textId="77777777" w:rsidTr="00923D7D">
        <w:tc>
          <w:tcPr>
            <w:tcW w:w="9639" w:type="dxa"/>
          </w:tcPr>
          <w:p w14:paraId="71575152" w14:textId="77777777"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Zarządzanie aktywizacją. Polska na tle Europy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385450" w:rsidRPr="009C54AE" w14:paraId="08164173" w14:textId="77777777" w:rsidTr="00923D7D">
        <w:tc>
          <w:tcPr>
            <w:tcW w:w="9639" w:type="dxa"/>
          </w:tcPr>
          <w:p w14:paraId="187CD579" w14:textId="77777777"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385450">
              <w:rPr>
                <w:rFonts w:ascii="Corbel" w:hAnsi="Corbel"/>
                <w:color w:val="000000"/>
              </w:rPr>
              <w:t>Organizacja pracy ze społecznością lokalną jako instrument rewitalizacji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385450">
              <w:rPr>
                <w:rFonts w:ascii="Corbel" w:hAnsi="Corbel"/>
                <w:color w:val="000000"/>
              </w:rPr>
              <w:t>społecznej.</w:t>
            </w:r>
          </w:p>
        </w:tc>
      </w:tr>
      <w:tr w:rsidR="00385450" w:rsidRPr="009C54AE" w14:paraId="2FB50AF4" w14:textId="77777777" w:rsidTr="00923D7D">
        <w:tc>
          <w:tcPr>
            <w:tcW w:w="9639" w:type="dxa"/>
          </w:tcPr>
          <w:p w14:paraId="58D99EFC" w14:textId="77777777"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 xml:space="preserve">Programy profilaktyczne w placówkach </w:t>
            </w:r>
            <w:r>
              <w:rPr>
                <w:rFonts w:ascii="Corbel" w:hAnsi="Corbel"/>
                <w:color w:val="000000"/>
              </w:rPr>
              <w:t>oraz</w:t>
            </w:r>
            <w:r w:rsidRPr="00532AAB">
              <w:rPr>
                <w:rFonts w:ascii="Corbel" w:hAnsi="Corbel"/>
                <w:color w:val="000000"/>
              </w:rPr>
              <w:t xml:space="preserve"> ośrodkach wsparcia i pomocy dla osób zagrożonych wykluczeniem społecznym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385450" w:rsidRPr="009C54AE" w14:paraId="6619138F" w14:textId="77777777" w:rsidTr="00923D7D">
        <w:tc>
          <w:tcPr>
            <w:tcW w:w="9639" w:type="dxa"/>
          </w:tcPr>
          <w:p w14:paraId="4F721193" w14:textId="77777777" w:rsidR="00385450" w:rsidRPr="00532AAB" w:rsidRDefault="00385450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C67E48">
              <w:rPr>
                <w:rFonts w:ascii="Corbel" w:hAnsi="Corbel"/>
                <w:color w:val="000000"/>
              </w:rPr>
              <w:t>Wsparcie dla osób narażonych na wykluczenie społeczne: dzieci i młodzież, kobiety, seniorzy, rodziny wielodzietne, samotni rodzice, osoby z niepełnosprawnością, osoby chore oraz ich rodziny, osoby żyjące z HIV/AIDS, osoby długotrwale bezrobotne, opuszczający zakłady penitencjarne, bezdomni, cudzoziemcy (uchodźcy).</w:t>
            </w:r>
          </w:p>
        </w:tc>
      </w:tr>
      <w:tr w:rsidR="00385450" w:rsidRPr="009C54AE" w14:paraId="6ACDDFCA" w14:textId="77777777" w:rsidTr="00923D7D">
        <w:tc>
          <w:tcPr>
            <w:tcW w:w="9639" w:type="dxa"/>
          </w:tcPr>
          <w:p w14:paraId="6B104903" w14:textId="77777777" w:rsidR="00385450" w:rsidRPr="00532AAB" w:rsidRDefault="00C67E48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Integracja rodziny i przeciwdziałanie wykluczeniu społecznemu.  Rodziny niepełne, patologiczne, niewydolne wychowawczo,  nastoletni rodzice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7E48" w:rsidRPr="009C54AE" w14:paraId="1CDF9C97" w14:textId="77777777" w:rsidTr="00923D7D">
        <w:tc>
          <w:tcPr>
            <w:tcW w:w="9639" w:type="dxa"/>
          </w:tcPr>
          <w:p w14:paraId="770F3134" w14:textId="77777777" w:rsidR="00C67E48" w:rsidRPr="00532AAB" w:rsidRDefault="00C67E48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  <w:color w:val="000000"/>
              </w:rPr>
            </w:pPr>
            <w:r w:rsidRPr="00532AAB">
              <w:rPr>
                <w:rFonts w:ascii="Corbel" w:hAnsi="Corbel"/>
                <w:color w:val="000000"/>
              </w:rPr>
              <w:t>Wykluczenie edukacyjne i wykluczenie cyfrowe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7E48" w:rsidRPr="009C54AE" w14:paraId="5F186107" w14:textId="77777777" w:rsidTr="00923D7D">
        <w:tc>
          <w:tcPr>
            <w:tcW w:w="9639" w:type="dxa"/>
          </w:tcPr>
          <w:p w14:paraId="49871AB5" w14:textId="77777777" w:rsidR="00C67E48" w:rsidRPr="00532AAB" w:rsidRDefault="00C67E48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Strategie osób wykluczonych społecznie i ubogich.</w:t>
            </w:r>
          </w:p>
        </w:tc>
      </w:tr>
    </w:tbl>
    <w:p w14:paraId="454F2A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FECA3" w14:textId="77777777" w:rsidR="0085747A" w:rsidRPr="009C54AE" w:rsidRDefault="009F4610" w:rsidP="00F57E0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F5E8FB" w14:textId="77777777" w:rsidR="0085747A" w:rsidRPr="009C54AE" w:rsidRDefault="00C67E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wykład problemowy z prezentacją multimedialną, analiza tekstów z dyskusją, praca w grupach, </w:t>
      </w:r>
      <w:r w:rsidR="008F7AB3">
        <w:rPr>
          <w:rFonts w:ascii="Corbel" w:hAnsi="Corbel"/>
          <w:b w:val="0"/>
          <w:smallCaps w:val="0"/>
          <w:szCs w:val="24"/>
        </w:rPr>
        <w:t>prezentacja/referat.</w:t>
      </w:r>
    </w:p>
    <w:p w14:paraId="6EF7AE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85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82B34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858A96" w14:textId="77777777" w:rsidR="0085747A" w:rsidRDefault="0085747A" w:rsidP="00F57E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C6DF2" w:rsidRPr="009C54AE" w14:paraId="32A45BBC" w14:textId="77777777" w:rsidTr="00FE19E9">
        <w:tc>
          <w:tcPr>
            <w:tcW w:w="1985" w:type="dxa"/>
            <w:vAlign w:val="center"/>
          </w:tcPr>
          <w:p w14:paraId="2A22876B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B1CF25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64658F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98CB61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BF3D6D" w14:textId="77777777"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5A23" w:rsidRPr="009C54AE" w14:paraId="01BA9660" w14:textId="77777777" w:rsidTr="00FE19E9">
        <w:tc>
          <w:tcPr>
            <w:tcW w:w="1985" w:type="dxa"/>
          </w:tcPr>
          <w:p w14:paraId="66600CAB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DD2E001" w14:textId="647ADA79" w:rsidR="00235A23" w:rsidRPr="002C6DF2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31E1">
              <w:rPr>
                <w:rFonts w:ascii="Corbel" w:hAnsi="Corbel"/>
                <w:b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zCs w:val="24"/>
              </w:rPr>
              <w:t>ustne</w:t>
            </w:r>
          </w:p>
        </w:tc>
        <w:tc>
          <w:tcPr>
            <w:tcW w:w="2126" w:type="dxa"/>
          </w:tcPr>
          <w:p w14:paraId="6DE83EB5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35A23" w:rsidRPr="009C54AE" w14:paraId="77AE0A69" w14:textId="77777777" w:rsidTr="00FE19E9">
        <w:tc>
          <w:tcPr>
            <w:tcW w:w="1985" w:type="dxa"/>
          </w:tcPr>
          <w:p w14:paraId="6E2794A6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7E91D9" w14:textId="50122EDF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</w:tcPr>
          <w:p w14:paraId="35AE382E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35A23" w:rsidRPr="009C54AE" w14:paraId="7EE208E7" w14:textId="77777777" w:rsidTr="00FE19E9">
        <w:tc>
          <w:tcPr>
            <w:tcW w:w="1985" w:type="dxa"/>
          </w:tcPr>
          <w:p w14:paraId="6AD245D8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03</w:t>
            </w:r>
          </w:p>
        </w:tc>
        <w:tc>
          <w:tcPr>
            <w:tcW w:w="5528" w:type="dxa"/>
          </w:tcPr>
          <w:p w14:paraId="1FCE584C" w14:textId="7478B890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ustne, prezentacja/referat</w:t>
            </w:r>
          </w:p>
        </w:tc>
        <w:tc>
          <w:tcPr>
            <w:tcW w:w="2126" w:type="dxa"/>
          </w:tcPr>
          <w:p w14:paraId="4A1E1395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35A23" w:rsidRPr="009C54AE" w14:paraId="4B762CA6" w14:textId="77777777" w:rsidTr="00FE19E9">
        <w:tc>
          <w:tcPr>
            <w:tcW w:w="1985" w:type="dxa"/>
          </w:tcPr>
          <w:p w14:paraId="407C7496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04</w:t>
            </w:r>
          </w:p>
        </w:tc>
        <w:tc>
          <w:tcPr>
            <w:tcW w:w="5528" w:type="dxa"/>
          </w:tcPr>
          <w:p w14:paraId="01918346" w14:textId="738AF2CC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prezentacja/referat</w:t>
            </w:r>
          </w:p>
        </w:tc>
        <w:tc>
          <w:tcPr>
            <w:tcW w:w="2126" w:type="dxa"/>
          </w:tcPr>
          <w:p w14:paraId="4665D3AB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35A23" w:rsidRPr="009C54AE" w14:paraId="6F675E1E" w14:textId="77777777" w:rsidTr="00FE19E9">
        <w:tc>
          <w:tcPr>
            <w:tcW w:w="1985" w:type="dxa"/>
          </w:tcPr>
          <w:p w14:paraId="0F9BC655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05</w:t>
            </w:r>
          </w:p>
        </w:tc>
        <w:tc>
          <w:tcPr>
            <w:tcW w:w="5528" w:type="dxa"/>
          </w:tcPr>
          <w:p w14:paraId="66145F2D" w14:textId="4BAB82C6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prezentacja/referat</w:t>
            </w:r>
          </w:p>
        </w:tc>
        <w:tc>
          <w:tcPr>
            <w:tcW w:w="2126" w:type="dxa"/>
          </w:tcPr>
          <w:p w14:paraId="3694394F" w14:textId="77777777" w:rsidR="00235A23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35A23" w:rsidRPr="009C54AE" w14:paraId="71EEBAAA" w14:textId="77777777" w:rsidTr="00FE19E9">
        <w:tc>
          <w:tcPr>
            <w:tcW w:w="1985" w:type="dxa"/>
          </w:tcPr>
          <w:p w14:paraId="6B929D9B" w14:textId="77777777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06</w:t>
            </w:r>
          </w:p>
        </w:tc>
        <w:tc>
          <w:tcPr>
            <w:tcW w:w="5528" w:type="dxa"/>
          </w:tcPr>
          <w:p w14:paraId="72B5351F" w14:textId="4F70E093" w:rsidR="00235A23" w:rsidRPr="009C54AE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prezentacja/referat</w:t>
            </w:r>
          </w:p>
        </w:tc>
        <w:tc>
          <w:tcPr>
            <w:tcW w:w="2126" w:type="dxa"/>
          </w:tcPr>
          <w:p w14:paraId="2CC3E32B" w14:textId="77777777" w:rsidR="00235A23" w:rsidRDefault="00235A23" w:rsidP="00235A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E7C07FD" w14:textId="77777777" w:rsidR="002C6DF2" w:rsidRDefault="002C6DF2" w:rsidP="002C6D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4B550C" w14:textId="77777777" w:rsidR="00576D6A" w:rsidRDefault="00576D6A" w:rsidP="002C6D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0A62A3" w14:textId="77777777" w:rsidR="00576D6A" w:rsidRPr="00F57E08" w:rsidRDefault="00576D6A" w:rsidP="002C6D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76C04F" w14:textId="77777777" w:rsidR="00923D7D" w:rsidRPr="009C54AE" w:rsidRDefault="003E1941" w:rsidP="00576D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1D4B8" w14:textId="77777777" w:rsidTr="00923D7D">
        <w:tc>
          <w:tcPr>
            <w:tcW w:w="9670" w:type="dxa"/>
          </w:tcPr>
          <w:p w14:paraId="5BBC8046" w14:textId="5330D9CA" w:rsidR="0085747A" w:rsidRPr="00EC63E6" w:rsidRDefault="00235A23" w:rsidP="008F7AB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35A23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zajęciach, przygotowania prezentacji/referatu w grupie na temat pomocy skierowanej do wybranej kategorii osób zagrożonych wykluczeniem (tzw. dobre praktyki) i  oceny z kolokwium.</w:t>
            </w:r>
          </w:p>
        </w:tc>
      </w:tr>
    </w:tbl>
    <w:p w14:paraId="1A9A8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572C5" w14:textId="77777777" w:rsidR="0085747A" w:rsidRPr="00F57E08" w:rsidRDefault="0085747A" w:rsidP="00F57E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85747A" w:rsidRPr="009C54AE" w14:paraId="6BC80910" w14:textId="77777777" w:rsidTr="00F57E08">
        <w:tc>
          <w:tcPr>
            <w:tcW w:w="6096" w:type="dxa"/>
            <w:vAlign w:val="center"/>
          </w:tcPr>
          <w:p w14:paraId="0FF0B1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14:paraId="1FC536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0EB9A3" w14:textId="77777777" w:rsidTr="00F57E08">
        <w:tc>
          <w:tcPr>
            <w:tcW w:w="6096" w:type="dxa"/>
          </w:tcPr>
          <w:p w14:paraId="741098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14:paraId="3BC029C2" w14:textId="77777777" w:rsidR="0085747A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BAF03A" w14:textId="77777777" w:rsidTr="00F57E08">
        <w:tc>
          <w:tcPr>
            <w:tcW w:w="6096" w:type="dxa"/>
          </w:tcPr>
          <w:p w14:paraId="0DF48A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83FD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14:paraId="578E9A1B" w14:textId="77777777" w:rsidR="00C61DC5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F761841" w14:textId="77777777" w:rsidTr="00F57E08">
        <w:tc>
          <w:tcPr>
            <w:tcW w:w="6096" w:type="dxa"/>
          </w:tcPr>
          <w:p w14:paraId="629EA28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CF18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14:paraId="75E5E459" w14:textId="77777777" w:rsidR="00C61DC5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392C10B1" w14:textId="77777777" w:rsidTr="00F57E08">
        <w:tc>
          <w:tcPr>
            <w:tcW w:w="6096" w:type="dxa"/>
          </w:tcPr>
          <w:p w14:paraId="408D3B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14:paraId="052009FE" w14:textId="77777777" w:rsidR="0085747A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EB89CD7" w14:textId="77777777" w:rsidTr="00F57E08">
        <w:tc>
          <w:tcPr>
            <w:tcW w:w="6096" w:type="dxa"/>
          </w:tcPr>
          <w:p w14:paraId="6A8931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14:paraId="2C450409" w14:textId="77777777" w:rsidR="0085747A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65E090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64C2E9" w14:textId="77777777" w:rsidR="00F57E08" w:rsidRPr="009C54AE" w:rsidRDefault="00F57E0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A96533E" w14:textId="77777777" w:rsidR="0085747A" w:rsidRPr="009C54AE" w:rsidRDefault="0071620A" w:rsidP="00F57E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4DB41C30" w14:textId="77777777" w:rsidTr="00F57E08">
        <w:trPr>
          <w:trHeight w:val="397"/>
        </w:trPr>
        <w:tc>
          <w:tcPr>
            <w:tcW w:w="4111" w:type="dxa"/>
          </w:tcPr>
          <w:p w14:paraId="440428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A1BBF2" w14:textId="77777777" w:rsidR="0085747A" w:rsidRPr="009C54AE" w:rsidRDefault="00B04A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96A3708" w14:textId="77777777" w:rsidTr="00F57E08">
        <w:trPr>
          <w:trHeight w:val="397"/>
        </w:trPr>
        <w:tc>
          <w:tcPr>
            <w:tcW w:w="4111" w:type="dxa"/>
          </w:tcPr>
          <w:p w14:paraId="11AA3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4822C2" w14:textId="77777777" w:rsidR="0085747A" w:rsidRPr="009C54AE" w:rsidRDefault="00B04A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6ACDFD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22D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55C9E63" w14:textId="77777777" w:rsidR="00B04A77" w:rsidRDefault="00B04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7"/>
      </w:tblGrid>
      <w:tr w:rsidR="008A37A2" w:rsidRPr="007637EE" w14:paraId="722C670F" w14:textId="77777777" w:rsidTr="00F5227C">
        <w:trPr>
          <w:trHeight w:val="397"/>
        </w:trPr>
        <w:tc>
          <w:tcPr>
            <w:tcW w:w="9497" w:type="dxa"/>
          </w:tcPr>
          <w:p w14:paraId="11D1E895" w14:textId="77777777" w:rsidR="008A37A2" w:rsidRDefault="008A37A2" w:rsidP="00F522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CD44DCF" w14:textId="77777777" w:rsidR="008A37A2" w:rsidRPr="00C62FE2" w:rsidRDefault="008A37A2" w:rsidP="00F5227C">
            <w:pPr>
              <w:spacing w:after="0" w:line="240" w:lineRule="auto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Krajowy Program Przeciwdziałania Ubóstwu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37EE">
              <w:rPr>
                <w:rFonts w:ascii="Corbel" w:hAnsi="Corbel"/>
                <w:sz w:val="24"/>
                <w:szCs w:val="24"/>
              </w:rPr>
              <w:t>Wykluczeniu Społecznemu. Aktualizacja 2021-2027  z perspektywą do roku 2030. </w:t>
            </w:r>
          </w:p>
          <w:p w14:paraId="37B9C216" w14:textId="77777777" w:rsidR="008A37A2" w:rsidRPr="007637EE" w:rsidRDefault="008A37A2" w:rsidP="00F5227C">
            <w:pPr>
              <w:spacing w:after="0" w:line="240" w:lineRule="auto"/>
              <w:ind w:left="599" w:hanging="599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7637EE">
              <w:rPr>
                <w:rFonts w:ascii="Corbel" w:hAnsi="Corbel"/>
                <w:sz w:val="24"/>
                <w:szCs w:val="24"/>
              </w:rPr>
              <w:t>Szarfenberg</w:t>
            </w:r>
            <w:proofErr w:type="spellEnd"/>
            <w:r w:rsidRPr="007637EE">
              <w:rPr>
                <w:rFonts w:ascii="Corbel" w:hAnsi="Corbel"/>
                <w:sz w:val="24"/>
                <w:szCs w:val="24"/>
              </w:rPr>
              <w:t xml:space="preserve"> R.</w:t>
            </w:r>
            <w:r>
              <w:rPr>
                <w:rFonts w:ascii="Corbel" w:hAnsi="Corbel"/>
                <w:sz w:val="24"/>
                <w:szCs w:val="24"/>
              </w:rPr>
              <w:t xml:space="preserve"> (2006). 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Marginalizacja i wykluczenie społeczne Wykłady.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Dostępne online: </w:t>
            </w:r>
            <w:r w:rsidRPr="007637EE">
              <w:rPr>
                <w:rFonts w:ascii="Corbel" w:hAnsi="Corbel"/>
                <w:sz w:val="24"/>
                <w:szCs w:val="24"/>
              </w:rPr>
              <w:t>http://www.owes.info.pl/biblioteka/wyklad_wykluczenie_spoleczne.pdf</w:t>
            </w:r>
          </w:p>
          <w:p w14:paraId="6C578F32" w14:textId="77777777" w:rsidR="008A37A2" w:rsidRPr="007637EE" w:rsidRDefault="008A37A2" w:rsidP="00F5227C">
            <w:pPr>
              <w:spacing w:after="0" w:line="240" w:lineRule="auto"/>
              <w:ind w:left="599" w:hanging="599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Becker-Pestka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D., Kubiński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G.,  </w:t>
            </w:r>
            <w:proofErr w:type="spellStart"/>
            <w:r w:rsidRPr="007637EE">
              <w:rPr>
                <w:rFonts w:ascii="Corbel" w:hAnsi="Corbel"/>
                <w:sz w:val="24"/>
                <w:szCs w:val="24"/>
              </w:rPr>
              <w:t>Łojko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 (2017).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Różne obszary wykluczenia społecznego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 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Wrocław</w:t>
            </w:r>
            <w:r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Exante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61D5CC2" w14:textId="77777777" w:rsidR="008A37A2" w:rsidRDefault="008A37A2" w:rsidP="00F522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Danecka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(2014).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Partycypacja wykluczonych. Wyzwanie dla polityki społecznej, Warszawa </w:t>
            </w:r>
          </w:p>
          <w:p w14:paraId="5F7C7862" w14:textId="77777777" w:rsidR="008A37A2" w:rsidRPr="00566D1D" w:rsidRDefault="008A37A2" w:rsidP="00F5227C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37EE">
              <w:rPr>
                <w:rFonts w:ascii="Corbel" w:hAnsi="Corbel"/>
                <w:sz w:val="24"/>
                <w:szCs w:val="24"/>
              </w:rPr>
              <w:t>Dittrich</w:t>
            </w:r>
            <w:proofErr w:type="spellEnd"/>
            <w:r w:rsidRPr="007637EE">
              <w:rPr>
                <w:rFonts w:ascii="Corbel" w:hAnsi="Corbel"/>
                <w:sz w:val="24"/>
                <w:szCs w:val="24"/>
              </w:rPr>
              <w:t xml:space="preserve"> W., </w:t>
            </w:r>
            <w:proofErr w:type="spellStart"/>
            <w:r w:rsidRPr="007637EE">
              <w:rPr>
                <w:rFonts w:ascii="Corbel" w:hAnsi="Corbel"/>
                <w:sz w:val="24"/>
                <w:szCs w:val="24"/>
              </w:rPr>
              <w:t>Hybiak</w:t>
            </w:r>
            <w:proofErr w:type="spellEnd"/>
            <w:r w:rsidRPr="007637EE">
              <w:rPr>
                <w:rFonts w:ascii="Corbel" w:hAnsi="Corbel"/>
                <w:sz w:val="24"/>
                <w:szCs w:val="24"/>
              </w:rPr>
              <w:t xml:space="preserve"> M., Wirski M., red.</w:t>
            </w:r>
            <w:r>
              <w:rPr>
                <w:rFonts w:ascii="Corbel" w:hAnsi="Corbel"/>
                <w:sz w:val="24"/>
                <w:szCs w:val="24"/>
              </w:rPr>
              <w:t xml:space="preserve"> (2015).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Wykluczeni. Definicja, odmiany, percepcja.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37EE">
              <w:rPr>
                <w:rFonts w:ascii="Corbel" w:hAnsi="Corbel"/>
                <w:sz w:val="24"/>
                <w:szCs w:val="24"/>
              </w:rPr>
              <w:t>Gdańsk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6D1D">
              <w:rPr>
                <w:rFonts w:ascii="Corbel" w:hAnsi="Corbel"/>
                <w:sz w:val="24"/>
                <w:szCs w:val="24"/>
              </w:rPr>
              <w:t>Wyd. UG.</w:t>
            </w:r>
          </w:p>
          <w:p w14:paraId="452335D2" w14:textId="77777777" w:rsidR="008A37A2" w:rsidRPr="008A37A2" w:rsidRDefault="008A37A2" w:rsidP="00F5227C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583A7F">
              <w:rPr>
                <w:rFonts w:ascii="Corbel" w:hAnsi="Corbel"/>
                <w:sz w:val="24"/>
                <w:szCs w:val="24"/>
              </w:rPr>
              <w:t>Fidelus</w:t>
            </w:r>
            <w:proofErr w:type="spellEnd"/>
            <w:r w:rsidRPr="00583A7F">
              <w:rPr>
                <w:rFonts w:ascii="Corbel" w:hAnsi="Corbel"/>
                <w:sz w:val="24"/>
                <w:szCs w:val="24"/>
              </w:rPr>
              <w:t xml:space="preserve">,  A. </w:t>
            </w:r>
            <w:r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583A7F">
              <w:rPr>
                <w:rFonts w:ascii="Corbel" w:hAnsi="Corbel"/>
                <w:i/>
                <w:sz w:val="24"/>
                <w:szCs w:val="24"/>
              </w:rPr>
              <w:t>Oblicza wykluczenia i marginalizacji społecznej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7A2">
              <w:rPr>
                <w:rFonts w:ascii="Corbel" w:hAnsi="Corbel"/>
                <w:sz w:val="24"/>
                <w:szCs w:val="24"/>
                <w:lang w:val="en-US"/>
              </w:rPr>
              <w:t xml:space="preserve">Warszawa: Wyd. </w:t>
            </w:r>
            <w:proofErr w:type="spellStart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>Kardynała</w:t>
            </w:r>
            <w:proofErr w:type="spellEnd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>Stefana</w:t>
            </w:r>
            <w:proofErr w:type="spellEnd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>Wyszyńskiego</w:t>
            </w:r>
            <w:proofErr w:type="spellEnd"/>
            <w:r w:rsidRPr="008A37A2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72D49A8B" w14:textId="77777777" w:rsidR="008A37A2" w:rsidRPr="008A37A2" w:rsidRDefault="008A37A2" w:rsidP="00F5227C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583A7F">
              <w:rPr>
                <w:rFonts w:ascii="Corbel" w:hAnsi="Corbel"/>
                <w:sz w:val="24"/>
                <w:szCs w:val="24"/>
                <w:lang w:val="en-US"/>
              </w:rPr>
              <w:t>Karwacki</w:t>
            </w:r>
            <w:proofErr w:type="spellEnd"/>
            <w:r w:rsidRPr="00583A7F">
              <w:rPr>
                <w:rFonts w:ascii="Corbel" w:hAnsi="Corbel"/>
                <w:sz w:val="24"/>
                <w:szCs w:val="24"/>
                <w:lang w:val="en-US"/>
              </w:rPr>
              <w:t>,  A.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(2002).</w:t>
            </w:r>
            <w:r w:rsidRPr="00583A7F">
              <w:rPr>
                <w:rFonts w:ascii="Corbel" w:hAnsi="Corbel"/>
                <w:sz w:val="24"/>
                <w:szCs w:val="24"/>
                <w:lang w:val="en-US"/>
              </w:rPr>
              <w:t xml:space="preserve">  </w:t>
            </w:r>
            <w:r w:rsidRPr="00566D1D">
              <w:rPr>
                <w:rFonts w:ascii="Corbel" w:hAnsi="Corbel"/>
                <w:iCs/>
                <w:sz w:val="24"/>
                <w:szCs w:val="24"/>
                <w:lang w:val="en-US"/>
              </w:rPr>
              <w:t>The  Culture  of  Poverty  in  the  Post-State  Farm Community.</w:t>
            </w:r>
            <w:r w:rsidRPr="00583A7F">
              <w:rPr>
                <w:rFonts w:ascii="Corbel" w:hAnsi="Corbel"/>
                <w:sz w:val="24"/>
                <w:szCs w:val="24"/>
                <w:lang w:val="en-US"/>
              </w:rPr>
              <w:t xml:space="preserve">  </w:t>
            </w:r>
            <w:r w:rsidRPr="008A37A2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Eastern European  Countryside</w:t>
            </w:r>
            <w:r w:rsidRPr="008A37A2">
              <w:rPr>
                <w:rFonts w:ascii="Corbel" w:hAnsi="Corbel"/>
                <w:sz w:val="24"/>
                <w:szCs w:val="24"/>
                <w:lang w:val="en-US"/>
              </w:rPr>
              <w:t>, 8:  79-92.</w:t>
            </w:r>
          </w:p>
          <w:p w14:paraId="6139BDDB" w14:textId="77777777" w:rsidR="008A37A2" w:rsidRDefault="008A37A2" w:rsidP="00F5227C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Modele kooperacji.</w:t>
            </w:r>
            <w:r w:rsidRPr="00583A7F">
              <w:rPr>
                <w:rFonts w:ascii="Corbel" w:hAnsi="Corbel"/>
                <w:i/>
                <w:sz w:val="24"/>
                <w:szCs w:val="24"/>
              </w:rPr>
              <w:t xml:space="preserve"> Księga rekomendacyjna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66D1D">
              <w:rPr>
                <w:rFonts w:ascii="Corbel" w:hAnsi="Corbel"/>
                <w:iCs/>
                <w:sz w:val="24"/>
                <w:szCs w:val="24"/>
              </w:rPr>
              <w:t>(2021).</w:t>
            </w:r>
            <w:r>
              <w:rPr>
                <w:rFonts w:ascii="Corbel" w:hAnsi="Corbel"/>
                <w:sz w:val="24"/>
                <w:szCs w:val="24"/>
              </w:rPr>
              <w:t xml:space="preserve"> Rzeszów-Toruń – Katowice. Dostępne online:  </w:t>
            </w:r>
            <w:hyperlink r:id="rId8" w:history="1">
              <w:r w:rsidRPr="003D325B">
                <w:rPr>
                  <w:rStyle w:val="Hipercze"/>
                  <w:rFonts w:ascii="Corbel" w:hAnsi="Corbel"/>
                  <w:sz w:val="24"/>
                  <w:szCs w:val="24"/>
                </w:rPr>
                <w:t>https://www.rops.rzeszow.pl/s-54-liderzy-kooperacji</w:t>
              </w:r>
            </w:hyperlink>
            <w:r w:rsidRPr="00583A7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356208" w14:textId="77777777" w:rsidR="008A37A2" w:rsidRPr="00566D1D" w:rsidRDefault="008A37A2" w:rsidP="00F5227C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B. red. (2005). </w:t>
            </w:r>
            <w:r w:rsidRPr="0064359A">
              <w:rPr>
                <w:rFonts w:ascii="Corbel" w:hAnsi="Corbel"/>
                <w:i/>
                <w:sz w:val="24"/>
                <w:szCs w:val="24"/>
              </w:rPr>
              <w:t>Wielowymiarowość wykluczenia społecznego. Diagnoza i profilaktyka.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566D1D">
              <w:rPr>
                <w:rFonts w:ascii="Corbel" w:hAnsi="Corbel"/>
                <w:iCs/>
                <w:sz w:val="24"/>
                <w:szCs w:val="24"/>
              </w:rPr>
              <w:t>Spišská</w:t>
            </w:r>
            <w:proofErr w:type="spellEnd"/>
            <w:r w:rsidRPr="00566D1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566D1D">
              <w:rPr>
                <w:rFonts w:ascii="Corbel" w:hAnsi="Corbel"/>
                <w:iCs/>
                <w:sz w:val="24"/>
                <w:szCs w:val="24"/>
              </w:rPr>
              <w:t>Nová</w:t>
            </w:r>
            <w:proofErr w:type="spellEnd"/>
            <w:r w:rsidRPr="00566D1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566D1D">
              <w:rPr>
                <w:rFonts w:ascii="Corbel" w:hAnsi="Corbel"/>
                <w:iCs/>
                <w:sz w:val="24"/>
                <w:szCs w:val="24"/>
              </w:rPr>
              <w:t>Ves</w:t>
            </w:r>
            <w:proofErr w:type="spellEnd"/>
            <w:r w:rsidRPr="00566D1D">
              <w:rPr>
                <w:rFonts w:ascii="Corbel" w:hAnsi="Corbel"/>
                <w:iCs/>
                <w:sz w:val="24"/>
                <w:szCs w:val="24"/>
              </w:rPr>
              <w:t xml:space="preserve">: </w:t>
            </w:r>
            <w:proofErr w:type="spellStart"/>
            <w:r w:rsidRPr="00566D1D">
              <w:rPr>
                <w:rFonts w:ascii="Corbel" w:hAnsi="Corbel"/>
                <w:iCs/>
                <w:sz w:val="24"/>
                <w:szCs w:val="24"/>
              </w:rPr>
              <w:t>Občianske</w:t>
            </w:r>
            <w:proofErr w:type="spellEnd"/>
            <w:r w:rsidRPr="00566D1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566D1D">
              <w:rPr>
                <w:rFonts w:ascii="Corbel" w:hAnsi="Corbel"/>
                <w:iCs/>
                <w:sz w:val="24"/>
                <w:szCs w:val="24"/>
              </w:rPr>
              <w:t>združenie</w:t>
            </w:r>
            <w:proofErr w:type="spellEnd"/>
            <w:r w:rsidRPr="00566D1D">
              <w:rPr>
                <w:rFonts w:ascii="Corbel" w:hAnsi="Corbel"/>
                <w:iCs/>
                <w:sz w:val="24"/>
                <w:szCs w:val="24"/>
              </w:rPr>
              <w:t xml:space="preserve"> SPEKTRUM-VÝCHOD.</w:t>
            </w:r>
          </w:p>
          <w:p w14:paraId="3DFEC731" w14:textId="77777777" w:rsidR="008A37A2" w:rsidRPr="007637EE" w:rsidRDefault="008A37A2" w:rsidP="00F5227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637E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59A">
              <w:rPr>
                <w:rFonts w:ascii="Corbel" w:hAnsi="Corbel"/>
                <w:i/>
                <w:sz w:val="24"/>
                <w:szCs w:val="24"/>
              </w:rPr>
              <w:t>Piętno. Rozważania o zranionej tożsamości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Gdańsk: GWP.</w:t>
            </w:r>
          </w:p>
        </w:tc>
      </w:tr>
      <w:tr w:rsidR="008A37A2" w:rsidRPr="007637EE" w14:paraId="42F2EEFA" w14:textId="77777777" w:rsidTr="00F5227C">
        <w:trPr>
          <w:trHeight w:val="397"/>
        </w:trPr>
        <w:tc>
          <w:tcPr>
            <w:tcW w:w="9497" w:type="dxa"/>
          </w:tcPr>
          <w:p w14:paraId="2C7A967F" w14:textId="77777777" w:rsidR="008A37A2" w:rsidRPr="007637EE" w:rsidRDefault="008A37A2" w:rsidP="00F5227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5EC5D46" w14:textId="77777777" w:rsidR="008A37A2" w:rsidRDefault="008A37A2" w:rsidP="00F5227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Biernat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7637EE">
              <w:rPr>
                <w:rFonts w:ascii="Corbel" w:hAnsi="Corbel"/>
                <w:sz w:val="24"/>
                <w:szCs w:val="24"/>
              </w:rPr>
              <w:t>Dovidto</w:t>
            </w:r>
            <w:proofErr w:type="spellEnd"/>
            <w:r w:rsidRPr="007637EE">
              <w:rPr>
                <w:rFonts w:ascii="Corbel" w:hAnsi="Corbel"/>
                <w:sz w:val="24"/>
                <w:szCs w:val="24"/>
              </w:rPr>
              <w:t xml:space="preserve"> J</w:t>
            </w:r>
            <w:r>
              <w:rPr>
                <w:rFonts w:ascii="Corbel" w:hAnsi="Corbel"/>
                <w:sz w:val="24"/>
                <w:szCs w:val="24"/>
              </w:rPr>
              <w:t xml:space="preserve">. (2008). </w:t>
            </w:r>
            <w:r w:rsidRPr="0064359A">
              <w:rPr>
                <w:rFonts w:ascii="Corbel" w:hAnsi="Corbel"/>
                <w:i/>
                <w:sz w:val="24"/>
                <w:szCs w:val="24"/>
              </w:rPr>
              <w:t>Pietno i stereotypy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566D1D">
              <w:rPr>
                <w:rFonts w:ascii="Corbel" w:hAnsi="Corbel"/>
                <w:iCs/>
                <w:sz w:val="24"/>
                <w:szCs w:val="24"/>
              </w:rPr>
              <w:t>W:</w:t>
            </w:r>
            <w:r>
              <w:rPr>
                <w:rFonts w:ascii="Corbel" w:hAnsi="Corbel"/>
                <w:sz w:val="24"/>
                <w:szCs w:val="24"/>
              </w:rPr>
              <w:t xml:space="preserve">  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Heatherton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87B4C">
              <w:rPr>
                <w:rFonts w:ascii="Corbel" w:hAnsi="Corbel"/>
                <w:i/>
                <w:sz w:val="24"/>
                <w:szCs w:val="24"/>
              </w:rPr>
              <w:t>Społeczna psychologia piętna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Wyd. PWN. </w:t>
            </w:r>
          </w:p>
          <w:p w14:paraId="07C35027" w14:textId="77777777" w:rsidR="008A37A2" w:rsidRDefault="008A37A2" w:rsidP="00F5227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Fidelus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A. (2014</w:t>
            </w:r>
            <w:r w:rsidRPr="007637E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7B4C">
              <w:rPr>
                <w:rFonts w:ascii="Corbel" w:hAnsi="Corbel"/>
                <w:i/>
                <w:sz w:val="24"/>
                <w:szCs w:val="24"/>
              </w:rPr>
              <w:t>Od stereotypu do wykluczenia</w:t>
            </w:r>
            <w:r w:rsidRPr="007637EE">
              <w:rPr>
                <w:rFonts w:ascii="Corbel" w:hAnsi="Corbel"/>
                <w:sz w:val="24"/>
                <w:szCs w:val="24"/>
              </w:rPr>
              <w:t>, Warszawa</w:t>
            </w:r>
            <w:r>
              <w:rPr>
                <w:rFonts w:ascii="Corbel" w:hAnsi="Corbel"/>
                <w:sz w:val="24"/>
                <w:szCs w:val="24"/>
              </w:rPr>
              <w:t xml:space="preserve">: Wyd. Uniwersytetu Księdza Stefana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Wyszyńskiego. </w:t>
            </w:r>
          </w:p>
          <w:p w14:paraId="6AE6963F" w14:textId="77777777" w:rsidR="008A37A2" w:rsidRDefault="008A37A2" w:rsidP="00F5227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Grotow</w:t>
            </w:r>
            <w:r>
              <w:rPr>
                <w:rFonts w:ascii="Corbel" w:hAnsi="Corbel"/>
                <w:sz w:val="24"/>
                <w:szCs w:val="24"/>
              </w:rPr>
              <w:t xml:space="preserve">ska-Leder,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Faliszek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red. (2005</w:t>
            </w:r>
            <w:r w:rsidRPr="007637E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B74">
              <w:rPr>
                <w:rFonts w:ascii="Corbel" w:hAnsi="Corbel"/>
                <w:i/>
                <w:sz w:val="24"/>
                <w:szCs w:val="24"/>
              </w:rPr>
              <w:t>Ekskluzja i inkluzja społeczna. Diagnoza – uwarunkowania – kierunki działań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Toruń: Wyd. Akapit- Press.</w:t>
            </w:r>
          </w:p>
          <w:p w14:paraId="2B1EE3ED" w14:textId="77777777" w:rsidR="008A37A2" w:rsidRDefault="008A37A2" w:rsidP="00F5227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Jarosz</w:t>
            </w:r>
            <w:r>
              <w:rPr>
                <w:rFonts w:ascii="Corbel" w:hAnsi="Corbel"/>
                <w:sz w:val="24"/>
                <w:szCs w:val="24"/>
              </w:rPr>
              <w:t>, M. red. (2008</w:t>
            </w:r>
            <w:r w:rsidRPr="007637EE">
              <w:rPr>
                <w:rFonts w:ascii="Corbel" w:hAnsi="Corbel"/>
                <w:sz w:val="24"/>
                <w:szCs w:val="24"/>
              </w:rPr>
              <w:t>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B74">
              <w:rPr>
                <w:rFonts w:ascii="Corbel" w:hAnsi="Corbel"/>
                <w:i/>
                <w:sz w:val="24"/>
                <w:szCs w:val="24"/>
              </w:rPr>
              <w:t>Naznaczeni i napiętnowani. O wykluczeniu politycznym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Wyd.  Oficyna Wydawnicza. </w:t>
            </w:r>
          </w:p>
          <w:p w14:paraId="5B1ACA72" w14:textId="77777777" w:rsidR="008A37A2" w:rsidRDefault="008A37A2" w:rsidP="00F5227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Sabal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 red. (2014</w:t>
            </w:r>
            <w:r w:rsidRPr="007637E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2D7A">
              <w:rPr>
                <w:rFonts w:ascii="Corbel" w:hAnsi="Corbel"/>
                <w:i/>
                <w:sz w:val="24"/>
                <w:szCs w:val="24"/>
              </w:rPr>
              <w:t>Potencjał tkwi w relacjach. Działania Regionalnego Ośrodka Polityki Społecznej w Krakowie na rzecz poprawy relacji międzyludzkich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Kraków: Wyd. 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Regiona</w:t>
            </w:r>
            <w:r>
              <w:rPr>
                <w:rFonts w:ascii="Corbel" w:hAnsi="Corbel"/>
                <w:sz w:val="24"/>
                <w:szCs w:val="24"/>
              </w:rPr>
              <w:t>lny Ośrodek Polityki Społecznej. Dostępne online:</w:t>
            </w:r>
          </w:p>
          <w:p w14:paraId="2DD55EF7" w14:textId="77777777" w:rsidR="008A37A2" w:rsidRDefault="00382472" w:rsidP="00F5227C">
            <w:pPr>
              <w:spacing w:after="0" w:line="240" w:lineRule="auto"/>
              <w:ind w:left="577"/>
              <w:jc w:val="both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8A37A2" w:rsidRPr="003D325B">
                <w:rPr>
                  <w:rStyle w:val="Hipercze"/>
                  <w:rFonts w:ascii="Corbel" w:hAnsi="Corbel"/>
                  <w:sz w:val="24"/>
                  <w:szCs w:val="24"/>
                </w:rPr>
                <w:t>https://www.szkoleniapokl.rops.krakow.pl/pliki_ed/file/Aktualnosci%2009_2013/Potencjal%20twki%20w%20relacjach-internet.pdf</w:t>
              </w:r>
            </w:hyperlink>
            <w:r w:rsidR="008A37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A9049E" w14:textId="77777777" w:rsidR="008A37A2" w:rsidRPr="007637EE" w:rsidRDefault="008A37A2" w:rsidP="00F5227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Tarkowska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 xml:space="preserve"> (2013).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2D41">
              <w:rPr>
                <w:rFonts w:ascii="Corbel" w:hAnsi="Corbel"/>
                <w:i/>
                <w:sz w:val="24"/>
                <w:szCs w:val="24"/>
              </w:rPr>
              <w:t>Bieda, ubóstwo i inne kategorie dyskursu akademickiego w Polsce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4A0C8B">
              <w:rPr>
                <w:rFonts w:ascii="Corbel" w:hAnsi="Corbel"/>
                <w:iCs/>
                <w:sz w:val="24"/>
                <w:szCs w:val="24"/>
              </w:rPr>
              <w:t>W:</w:t>
            </w:r>
            <w:r>
              <w:rPr>
                <w:rFonts w:ascii="Corbel" w:hAnsi="Corbel"/>
                <w:iCs/>
                <w:sz w:val="24"/>
                <w:szCs w:val="24"/>
              </w:rPr>
              <w:t> 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Tarkowska, </w:t>
            </w:r>
            <w:r>
              <w:rPr>
                <w:rFonts w:ascii="Corbel" w:hAnsi="Corbel"/>
                <w:sz w:val="24"/>
                <w:szCs w:val="24"/>
              </w:rPr>
              <w:t>E. red.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2D41">
              <w:rPr>
                <w:rFonts w:ascii="Corbel" w:hAnsi="Corbel"/>
                <w:i/>
                <w:sz w:val="24"/>
                <w:szCs w:val="24"/>
              </w:rPr>
              <w:t>Dyskursy ubóstwa i wykluczenia społecznego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Wyd. PAN. </w:t>
            </w:r>
          </w:p>
          <w:p w14:paraId="082307E7" w14:textId="77777777" w:rsidR="008A37A2" w:rsidRPr="007637EE" w:rsidRDefault="008A37A2" w:rsidP="00F522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Czasopisma „Polityka Społeczna”, „Praca Socjalna”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0" w:history="1">
              <w:r w:rsidRPr="00C76039">
                <w:rPr>
                  <w:rStyle w:val="Hipercze"/>
                  <w:rFonts w:ascii="Corbel" w:hAnsi="Corbel"/>
                  <w:sz w:val="24"/>
                  <w:szCs w:val="24"/>
                </w:rPr>
                <w:t>www.gov.pl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</w:tbl>
    <w:p w14:paraId="5D352DC8" w14:textId="77777777" w:rsidR="00B04A77" w:rsidRDefault="00B04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2A28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83912" w14:textId="77777777" w:rsidR="00382472" w:rsidRDefault="00382472" w:rsidP="00C16ABF">
      <w:pPr>
        <w:spacing w:after="0" w:line="240" w:lineRule="auto"/>
      </w:pPr>
      <w:r>
        <w:separator/>
      </w:r>
    </w:p>
  </w:endnote>
  <w:endnote w:type="continuationSeparator" w:id="0">
    <w:p w14:paraId="51CA5E73" w14:textId="77777777" w:rsidR="00382472" w:rsidRDefault="003824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B2E1B" w14:textId="77777777" w:rsidR="00382472" w:rsidRDefault="00382472" w:rsidP="00C16ABF">
      <w:pPr>
        <w:spacing w:after="0" w:line="240" w:lineRule="auto"/>
      </w:pPr>
      <w:r>
        <w:separator/>
      </w:r>
    </w:p>
  </w:footnote>
  <w:footnote w:type="continuationSeparator" w:id="0">
    <w:p w14:paraId="124EE921" w14:textId="77777777" w:rsidR="00382472" w:rsidRDefault="00382472" w:rsidP="00C16ABF">
      <w:pPr>
        <w:spacing w:after="0" w:line="240" w:lineRule="auto"/>
      </w:pPr>
      <w:r>
        <w:continuationSeparator/>
      </w:r>
    </w:p>
  </w:footnote>
  <w:footnote w:id="1">
    <w:p w14:paraId="699A09A6" w14:textId="77777777" w:rsidR="002C6DF2" w:rsidRDefault="002C6DF2" w:rsidP="002C6D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3A4"/>
    <w:rsid w:val="000048FD"/>
    <w:rsid w:val="000077B4"/>
    <w:rsid w:val="00015B8F"/>
    <w:rsid w:val="000228DB"/>
    <w:rsid w:val="00022ECE"/>
    <w:rsid w:val="00042A51"/>
    <w:rsid w:val="00042D2E"/>
    <w:rsid w:val="00044C82"/>
    <w:rsid w:val="00070ED6"/>
    <w:rsid w:val="00071540"/>
    <w:rsid w:val="000742DC"/>
    <w:rsid w:val="00084C12"/>
    <w:rsid w:val="0009462C"/>
    <w:rsid w:val="00094B12"/>
    <w:rsid w:val="00096C46"/>
    <w:rsid w:val="000A296F"/>
    <w:rsid w:val="000A2A28"/>
    <w:rsid w:val="000A3CDF"/>
    <w:rsid w:val="000A60BD"/>
    <w:rsid w:val="000B192D"/>
    <w:rsid w:val="000B28EE"/>
    <w:rsid w:val="000B3E37"/>
    <w:rsid w:val="000D04B0"/>
    <w:rsid w:val="000E2B77"/>
    <w:rsid w:val="000F0C0F"/>
    <w:rsid w:val="000F1C57"/>
    <w:rsid w:val="000F5615"/>
    <w:rsid w:val="00124BFF"/>
    <w:rsid w:val="0012560E"/>
    <w:rsid w:val="00127108"/>
    <w:rsid w:val="00134B13"/>
    <w:rsid w:val="00146BC0"/>
    <w:rsid w:val="00147EEA"/>
    <w:rsid w:val="00153C41"/>
    <w:rsid w:val="00154381"/>
    <w:rsid w:val="0015753F"/>
    <w:rsid w:val="001640A7"/>
    <w:rsid w:val="00164FA7"/>
    <w:rsid w:val="0016500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176"/>
    <w:rsid w:val="002144C0"/>
    <w:rsid w:val="0022477D"/>
    <w:rsid w:val="002278A9"/>
    <w:rsid w:val="002336F9"/>
    <w:rsid w:val="00235A23"/>
    <w:rsid w:val="0024028F"/>
    <w:rsid w:val="00244ABC"/>
    <w:rsid w:val="00264DC8"/>
    <w:rsid w:val="00281FF2"/>
    <w:rsid w:val="002834FD"/>
    <w:rsid w:val="002857DE"/>
    <w:rsid w:val="00291567"/>
    <w:rsid w:val="002A22BF"/>
    <w:rsid w:val="002A2348"/>
    <w:rsid w:val="002A2389"/>
    <w:rsid w:val="002A671D"/>
    <w:rsid w:val="002B4D55"/>
    <w:rsid w:val="002B5EA0"/>
    <w:rsid w:val="002B6119"/>
    <w:rsid w:val="002C1F06"/>
    <w:rsid w:val="002C6DF2"/>
    <w:rsid w:val="002D3375"/>
    <w:rsid w:val="002D73D4"/>
    <w:rsid w:val="002E3214"/>
    <w:rsid w:val="002F02A3"/>
    <w:rsid w:val="002F4ABE"/>
    <w:rsid w:val="003018BA"/>
    <w:rsid w:val="0030395F"/>
    <w:rsid w:val="003055D9"/>
    <w:rsid w:val="00305C92"/>
    <w:rsid w:val="00311322"/>
    <w:rsid w:val="003151C5"/>
    <w:rsid w:val="003343CF"/>
    <w:rsid w:val="00346FE9"/>
    <w:rsid w:val="0034759A"/>
    <w:rsid w:val="003503F6"/>
    <w:rsid w:val="003530DD"/>
    <w:rsid w:val="00363F78"/>
    <w:rsid w:val="00382472"/>
    <w:rsid w:val="00385450"/>
    <w:rsid w:val="00397C22"/>
    <w:rsid w:val="003A04E3"/>
    <w:rsid w:val="003A0A5B"/>
    <w:rsid w:val="003A1176"/>
    <w:rsid w:val="003B0E4F"/>
    <w:rsid w:val="003C0BAE"/>
    <w:rsid w:val="003D18A9"/>
    <w:rsid w:val="003D6CE2"/>
    <w:rsid w:val="003E1941"/>
    <w:rsid w:val="003E2FE6"/>
    <w:rsid w:val="003E49D5"/>
    <w:rsid w:val="003F205D"/>
    <w:rsid w:val="003F38C0"/>
    <w:rsid w:val="00407A4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DA"/>
    <w:rsid w:val="004D5282"/>
    <w:rsid w:val="004F1551"/>
    <w:rsid w:val="004F1569"/>
    <w:rsid w:val="004F55A3"/>
    <w:rsid w:val="0050496F"/>
    <w:rsid w:val="00513B6F"/>
    <w:rsid w:val="00517C63"/>
    <w:rsid w:val="005363C4"/>
    <w:rsid w:val="00536BDE"/>
    <w:rsid w:val="00543ACC"/>
    <w:rsid w:val="00544287"/>
    <w:rsid w:val="0056696D"/>
    <w:rsid w:val="00576D6A"/>
    <w:rsid w:val="0059484D"/>
    <w:rsid w:val="005A0855"/>
    <w:rsid w:val="005A3196"/>
    <w:rsid w:val="005C080F"/>
    <w:rsid w:val="005C55E5"/>
    <w:rsid w:val="005C696A"/>
    <w:rsid w:val="005E6E85"/>
    <w:rsid w:val="005E7A70"/>
    <w:rsid w:val="005F31D2"/>
    <w:rsid w:val="0061029B"/>
    <w:rsid w:val="00617230"/>
    <w:rsid w:val="00621CE1"/>
    <w:rsid w:val="00627FC9"/>
    <w:rsid w:val="00635214"/>
    <w:rsid w:val="00647FA8"/>
    <w:rsid w:val="00650C5F"/>
    <w:rsid w:val="00654934"/>
    <w:rsid w:val="006566E9"/>
    <w:rsid w:val="006620D9"/>
    <w:rsid w:val="00671958"/>
    <w:rsid w:val="00674949"/>
    <w:rsid w:val="00675843"/>
    <w:rsid w:val="00691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5EC"/>
    <w:rsid w:val="00763BF1"/>
    <w:rsid w:val="00766FD4"/>
    <w:rsid w:val="007740E8"/>
    <w:rsid w:val="0078168C"/>
    <w:rsid w:val="00787C2A"/>
    <w:rsid w:val="00790E27"/>
    <w:rsid w:val="007A4022"/>
    <w:rsid w:val="007A6E6E"/>
    <w:rsid w:val="007B2659"/>
    <w:rsid w:val="007C3299"/>
    <w:rsid w:val="007C3BCC"/>
    <w:rsid w:val="007C4546"/>
    <w:rsid w:val="007D6E56"/>
    <w:rsid w:val="007F1AA4"/>
    <w:rsid w:val="007F22C4"/>
    <w:rsid w:val="007F4155"/>
    <w:rsid w:val="00803DDC"/>
    <w:rsid w:val="00804332"/>
    <w:rsid w:val="00805628"/>
    <w:rsid w:val="0081554D"/>
    <w:rsid w:val="0081707E"/>
    <w:rsid w:val="00831219"/>
    <w:rsid w:val="008449B3"/>
    <w:rsid w:val="008552A2"/>
    <w:rsid w:val="0085747A"/>
    <w:rsid w:val="008814E1"/>
    <w:rsid w:val="00884922"/>
    <w:rsid w:val="00885F64"/>
    <w:rsid w:val="008917F9"/>
    <w:rsid w:val="008A37A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E1"/>
    <w:rsid w:val="008F7AB3"/>
    <w:rsid w:val="00916188"/>
    <w:rsid w:val="00923D7D"/>
    <w:rsid w:val="009508DF"/>
    <w:rsid w:val="00950DAC"/>
    <w:rsid w:val="00954A07"/>
    <w:rsid w:val="00960328"/>
    <w:rsid w:val="00997F14"/>
    <w:rsid w:val="009A78D9"/>
    <w:rsid w:val="009C3E31"/>
    <w:rsid w:val="009C54AE"/>
    <w:rsid w:val="009C5FDC"/>
    <w:rsid w:val="009C788E"/>
    <w:rsid w:val="009D3F3B"/>
    <w:rsid w:val="009E0543"/>
    <w:rsid w:val="009E3B41"/>
    <w:rsid w:val="009F3C5C"/>
    <w:rsid w:val="009F4610"/>
    <w:rsid w:val="009F53DB"/>
    <w:rsid w:val="00A00ECC"/>
    <w:rsid w:val="00A155EE"/>
    <w:rsid w:val="00A2245B"/>
    <w:rsid w:val="00A30110"/>
    <w:rsid w:val="00A36899"/>
    <w:rsid w:val="00A371F6"/>
    <w:rsid w:val="00A4223C"/>
    <w:rsid w:val="00A43BF6"/>
    <w:rsid w:val="00A53FA5"/>
    <w:rsid w:val="00A54817"/>
    <w:rsid w:val="00A601C8"/>
    <w:rsid w:val="00A60799"/>
    <w:rsid w:val="00A66199"/>
    <w:rsid w:val="00A84C85"/>
    <w:rsid w:val="00A97DE1"/>
    <w:rsid w:val="00AB053C"/>
    <w:rsid w:val="00AD1146"/>
    <w:rsid w:val="00AD27D3"/>
    <w:rsid w:val="00AD66D6"/>
    <w:rsid w:val="00AD7548"/>
    <w:rsid w:val="00AE1160"/>
    <w:rsid w:val="00AE203C"/>
    <w:rsid w:val="00AE2E74"/>
    <w:rsid w:val="00AE5FCB"/>
    <w:rsid w:val="00AF2AA0"/>
    <w:rsid w:val="00AF2C1E"/>
    <w:rsid w:val="00B04A7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392B"/>
    <w:rsid w:val="00C16ABF"/>
    <w:rsid w:val="00C170AE"/>
    <w:rsid w:val="00C26CB7"/>
    <w:rsid w:val="00C324C1"/>
    <w:rsid w:val="00C36992"/>
    <w:rsid w:val="00C56036"/>
    <w:rsid w:val="00C61DC5"/>
    <w:rsid w:val="00C67E48"/>
    <w:rsid w:val="00C67E92"/>
    <w:rsid w:val="00C70A26"/>
    <w:rsid w:val="00C766DF"/>
    <w:rsid w:val="00C82504"/>
    <w:rsid w:val="00C94B98"/>
    <w:rsid w:val="00CA157F"/>
    <w:rsid w:val="00CA2B96"/>
    <w:rsid w:val="00CA5089"/>
    <w:rsid w:val="00CD6897"/>
    <w:rsid w:val="00CE45FC"/>
    <w:rsid w:val="00CE59A3"/>
    <w:rsid w:val="00CE5BAC"/>
    <w:rsid w:val="00CF25BE"/>
    <w:rsid w:val="00CF78ED"/>
    <w:rsid w:val="00D02B25"/>
    <w:rsid w:val="00D02EBA"/>
    <w:rsid w:val="00D1763C"/>
    <w:rsid w:val="00D17C3C"/>
    <w:rsid w:val="00D26B2C"/>
    <w:rsid w:val="00D317BB"/>
    <w:rsid w:val="00D352C9"/>
    <w:rsid w:val="00D425B2"/>
    <w:rsid w:val="00D428D6"/>
    <w:rsid w:val="00D552B2"/>
    <w:rsid w:val="00D608D1"/>
    <w:rsid w:val="00D74119"/>
    <w:rsid w:val="00D8075B"/>
    <w:rsid w:val="00D8678B"/>
    <w:rsid w:val="00DA06BA"/>
    <w:rsid w:val="00DA2114"/>
    <w:rsid w:val="00DC7D07"/>
    <w:rsid w:val="00DE09C0"/>
    <w:rsid w:val="00DE4A14"/>
    <w:rsid w:val="00DF320D"/>
    <w:rsid w:val="00DF71C8"/>
    <w:rsid w:val="00E000A6"/>
    <w:rsid w:val="00E03E97"/>
    <w:rsid w:val="00E129B8"/>
    <w:rsid w:val="00E21E7D"/>
    <w:rsid w:val="00E22FBC"/>
    <w:rsid w:val="00E24BF5"/>
    <w:rsid w:val="00E25338"/>
    <w:rsid w:val="00E360B5"/>
    <w:rsid w:val="00E364F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3E6"/>
    <w:rsid w:val="00ED03AB"/>
    <w:rsid w:val="00ED32D2"/>
    <w:rsid w:val="00EE32DE"/>
    <w:rsid w:val="00EE5457"/>
    <w:rsid w:val="00F05D65"/>
    <w:rsid w:val="00F070AB"/>
    <w:rsid w:val="00F17567"/>
    <w:rsid w:val="00F27A7B"/>
    <w:rsid w:val="00F526AF"/>
    <w:rsid w:val="00F57E08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8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2939F"/>
  <w15:docId w15:val="{EF78AF59-AC79-43D6-8B66-88060E7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85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F2985"/>
    <w:rPr>
      <w:i/>
      <w:iCs/>
    </w:rPr>
  </w:style>
  <w:style w:type="character" w:customStyle="1" w:styleId="apple-converted-space">
    <w:name w:val="apple-converted-space"/>
    <w:basedOn w:val="Domylnaczcionkaakapitu"/>
    <w:rsid w:val="00FF2985"/>
  </w:style>
  <w:style w:type="character" w:styleId="Odwoaniedokomentarza">
    <w:name w:val="annotation reference"/>
    <w:uiPriority w:val="99"/>
    <w:semiHidden/>
    <w:unhideWhenUsed/>
    <w:rsid w:val="007F22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2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F22C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2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22C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ps.rzeszow.pl/s-54-liderzy-kooperacji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zkoleniapokl.rops.krakow.pl/pliki_ed/file/Aktualnosci%2009_2013/Potencjal%20twki%20w%20relacjach-internet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6EC692-9F65-417D-A52A-03475FCA1F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CFC69A-878C-416B-97CC-BEB993B93D33}"/>
</file>

<file path=customXml/itemProps3.xml><?xml version="1.0" encoding="utf-8"?>
<ds:datastoreItem xmlns:ds="http://schemas.openxmlformats.org/officeDocument/2006/customXml" ds:itemID="{6678783D-C24D-4F3A-924F-A4C519FFBA3A}"/>
</file>

<file path=customXml/itemProps4.xml><?xml version="1.0" encoding="utf-8"?>
<ds:datastoreItem xmlns:ds="http://schemas.openxmlformats.org/officeDocument/2006/customXml" ds:itemID="{6B3D91D8-528D-4A2A-9416-034867BFB07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1362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6</cp:revision>
  <cp:lastPrinted>2020-10-26T12:33:00Z</cp:lastPrinted>
  <dcterms:created xsi:type="dcterms:W3CDTF">2020-10-27T13:10:00Z</dcterms:created>
  <dcterms:modified xsi:type="dcterms:W3CDTF">2021-10-01T08:50:00Z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